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EDFE0" w14:textId="77777777" w:rsidR="00E21531" w:rsidRPr="00D72D3B" w:rsidRDefault="00E21531" w:rsidP="00D72D3B">
      <w:pPr>
        <w:pStyle w:val="Nagwek5"/>
        <w:spacing w:before="0" w:after="0" w:line="240" w:lineRule="auto"/>
        <w:ind w:left="-284"/>
        <w:jc w:val="both"/>
        <w:rPr>
          <w:rFonts w:asciiTheme="minorHAnsi" w:hAnsiTheme="minorHAnsi"/>
          <w:i w:val="0"/>
          <w:sz w:val="22"/>
          <w:szCs w:val="22"/>
        </w:rPr>
      </w:pPr>
      <w:bookmarkStart w:id="0" w:name="_GoBack"/>
      <w:bookmarkEnd w:id="0"/>
    </w:p>
    <w:p w14:paraId="525F61A0" w14:textId="0F75D413" w:rsidR="00E21531" w:rsidRPr="00D72D3B" w:rsidRDefault="006F4874" w:rsidP="00D72D3B">
      <w:pPr>
        <w:spacing w:after="0" w:line="240" w:lineRule="auto"/>
        <w:jc w:val="both"/>
        <w:rPr>
          <w:rFonts w:asciiTheme="minorHAnsi" w:hAnsiTheme="minorHAnsi"/>
        </w:rPr>
      </w:pPr>
      <w:r w:rsidRPr="006F4874">
        <w:rPr>
          <w:rFonts w:asciiTheme="minorHAnsi" w:hAnsiTheme="minorHAnsi"/>
        </w:rPr>
        <w:t>EM.2204.4.2025.RN</w:t>
      </w:r>
      <w:r w:rsidR="00267104" w:rsidRPr="00D72D3B">
        <w:rPr>
          <w:rFonts w:asciiTheme="minorHAnsi" w:hAnsiTheme="minorHAnsi"/>
        </w:rPr>
        <w:t xml:space="preserve">                                               </w:t>
      </w:r>
    </w:p>
    <w:p w14:paraId="30311B61" w14:textId="77777777" w:rsidR="00E21531" w:rsidRPr="00D72D3B" w:rsidRDefault="004B3070" w:rsidP="00D72D3B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  <w:b/>
        </w:rPr>
        <w:t>Załącznik nr 2</w:t>
      </w:r>
    </w:p>
    <w:p w14:paraId="4165B89C" w14:textId="77777777" w:rsidR="00E21531" w:rsidRPr="00D72D3B" w:rsidRDefault="00E21531" w:rsidP="00065DA0">
      <w:pPr>
        <w:spacing w:after="0" w:line="240" w:lineRule="auto"/>
        <w:rPr>
          <w:rFonts w:asciiTheme="minorHAnsi" w:hAnsiTheme="minorHAnsi"/>
          <w:b/>
        </w:rPr>
      </w:pPr>
    </w:p>
    <w:p w14:paraId="7668149B" w14:textId="77777777" w:rsidR="008D650D" w:rsidRPr="00D72D3B" w:rsidRDefault="004B3070" w:rsidP="00D72D3B">
      <w:pPr>
        <w:spacing w:after="0" w:line="240" w:lineRule="auto"/>
        <w:ind w:left="284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OFERTOWY</w:t>
      </w:r>
    </w:p>
    <w:p w14:paraId="11EB79A5" w14:textId="77777777" w:rsidR="00E21531" w:rsidRPr="00D72D3B" w:rsidRDefault="00E21531" w:rsidP="00D72D3B">
      <w:pPr>
        <w:spacing w:after="0" w:line="240" w:lineRule="auto"/>
        <w:jc w:val="center"/>
        <w:rPr>
          <w:rFonts w:asciiTheme="minorHAnsi" w:hAnsiTheme="minorHAnsi"/>
          <w:b/>
        </w:rPr>
      </w:pPr>
    </w:p>
    <w:p w14:paraId="11A661D2" w14:textId="77777777" w:rsidR="00E21531" w:rsidRPr="00D72D3B" w:rsidRDefault="00E21531" w:rsidP="00D72D3B">
      <w:pPr>
        <w:spacing w:after="0" w:line="240" w:lineRule="auto"/>
        <w:jc w:val="center"/>
        <w:rPr>
          <w:rFonts w:asciiTheme="minorHAnsi" w:hAnsiTheme="minorHAnsi"/>
          <w:b/>
        </w:rPr>
      </w:pPr>
      <w:r w:rsidRPr="00D72D3B">
        <w:rPr>
          <w:rFonts w:asciiTheme="minorHAnsi" w:hAnsiTheme="minorHAnsi"/>
          <w:b/>
        </w:rPr>
        <w:t>dla postępowania o udzielenie zamówienia publicznego</w:t>
      </w:r>
      <w:r w:rsidR="00D72D3B">
        <w:rPr>
          <w:rFonts w:asciiTheme="minorHAnsi" w:hAnsiTheme="minorHAnsi"/>
          <w:b/>
        </w:rPr>
        <w:t xml:space="preserve"> </w:t>
      </w:r>
      <w:r w:rsidRPr="00D72D3B">
        <w:rPr>
          <w:rFonts w:asciiTheme="minorHAnsi" w:hAnsiTheme="minorHAnsi"/>
          <w:b/>
        </w:rPr>
        <w:t>pt.</w:t>
      </w:r>
    </w:p>
    <w:p w14:paraId="37037594" w14:textId="77777777" w:rsidR="00E81AFF" w:rsidRPr="00D72D3B" w:rsidRDefault="00E81AFF" w:rsidP="00D72D3B">
      <w:pPr>
        <w:pStyle w:val="Tekstpodstawowy2"/>
        <w:spacing w:after="0" w:line="240" w:lineRule="auto"/>
        <w:jc w:val="center"/>
        <w:rPr>
          <w:rFonts w:asciiTheme="minorHAnsi" w:hAnsiTheme="minorHAnsi"/>
          <w:b/>
          <w:i/>
        </w:rPr>
      </w:pPr>
    </w:p>
    <w:p w14:paraId="0B210FFD" w14:textId="77777777" w:rsidR="006F4874" w:rsidRPr="006F4874" w:rsidRDefault="006F4874" w:rsidP="006F4874">
      <w:pPr>
        <w:spacing w:after="0" w:line="240" w:lineRule="auto"/>
        <w:jc w:val="center"/>
        <w:rPr>
          <w:rFonts w:asciiTheme="minorHAnsi" w:eastAsia="Times New Roman" w:hAnsiTheme="minorHAnsi"/>
          <w:b/>
          <w:i/>
          <w:lang w:eastAsia="pl-PL"/>
        </w:rPr>
      </w:pPr>
      <w:bookmarkStart w:id="1" w:name="_Hlk158261054"/>
      <w:r w:rsidRPr="006F4874">
        <w:rPr>
          <w:rFonts w:asciiTheme="minorHAnsi" w:eastAsia="Times New Roman" w:hAnsiTheme="minorHAnsi"/>
          <w:b/>
          <w:lang w:eastAsia="pl-PL"/>
        </w:rPr>
        <w:t>Wykonanie i dostawa materiałów promocyjnych, publikacji oraz gadżetów promocyjnych w ramach projektu pt. „Umiejętności tworzą możliwości”</w:t>
      </w:r>
    </w:p>
    <w:bookmarkEnd w:id="1"/>
    <w:p w14:paraId="31338ED0" w14:textId="77777777" w:rsidR="00B11F8E" w:rsidRPr="00B11F8E" w:rsidRDefault="00B11F8E" w:rsidP="00B11F8E">
      <w:pPr>
        <w:pStyle w:val="Default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>Dane Wykonawcy:</w:t>
      </w:r>
    </w:p>
    <w:p w14:paraId="21FA9376" w14:textId="77777777" w:rsidR="00B11F8E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b/>
          <w:bCs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nazwa: </w:t>
      </w:r>
      <w:r w:rsidRPr="00B11F8E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..............................................................................................................</w:t>
      </w:r>
    </w:p>
    <w:p w14:paraId="24F7DDCD" w14:textId="77777777" w:rsidR="00B11F8E" w:rsidRPr="00584475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adres: </w:t>
      </w:r>
      <w:r w:rsidRPr="00B11F8E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</w:t>
      </w:r>
      <w:r w:rsidR="00584475">
        <w:rPr>
          <w:rFonts w:asciiTheme="minorHAnsi" w:hAnsiTheme="minorHAnsi"/>
          <w:b/>
          <w:bCs/>
          <w:sz w:val="22"/>
          <w:szCs w:val="22"/>
        </w:rPr>
        <w:t>.........................</w:t>
      </w:r>
    </w:p>
    <w:p w14:paraId="5404C355" w14:textId="77777777" w:rsidR="00B11F8E" w:rsidRPr="00584475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 xml:space="preserve">województwo </w:t>
      </w:r>
      <w:r w:rsidR="00584475">
        <w:rPr>
          <w:rFonts w:asciiTheme="minorHAnsi" w:hAnsiTheme="minorHAnsi"/>
          <w:b/>
          <w:bCs/>
          <w:sz w:val="22"/>
          <w:szCs w:val="22"/>
        </w:rPr>
        <w:t>………………………………….</w:t>
      </w:r>
    </w:p>
    <w:p w14:paraId="55C6871E" w14:textId="77777777" w:rsidR="00B11F8E" w:rsidRPr="00584475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 xml:space="preserve">NIP/PESEL </w:t>
      </w:r>
      <w:r w:rsidRPr="00584475">
        <w:rPr>
          <w:rFonts w:asciiTheme="minorHAnsi" w:hAnsiTheme="minorHAnsi"/>
          <w:b/>
          <w:bCs/>
          <w:sz w:val="22"/>
          <w:szCs w:val="22"/>
        </w:rPr>
        <w:t>…………………….……………</w:t>
      </w:r>
      <w:r w:rsidR="00584475">
        <w:rPr>
          <w:rFonts w:asciiTheme="minorHAnsi" w:hAnsiTheme="minorHAnsi"/>
          <w:b/>
          <w:bCs/>
          <w:sz w:val="22"/>
          <w:szCs w:val="22"/>
        </w:rPr>
        <w:t>.</w:t>
      </w:r>
      <w:r w:rsidRPr="00584475">
        <w:rPr>
          <w:rFonts w:asciiTheme="minorHAnsi" w:hAnsiTheme="minorHAnsi"/>
          <w:b/>
          <w:bCs/>
          <w:sz w:val="22"/>
          <w:szCs w:val="22"/>
        </w:rPr>
        <w:t xml:space="preserve">….. </w:t>
      </w:r>
    </w:p>
    <w:p w14:paraId="3C3A71AD" w14:textId="77777777" w:rsidR="00B11F8E" w:rsidRPr="00584475" w:rsidRDefault="00B11F8E" w:rsidP="00584475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>KRS/</w:t>
      </w:r>
      <w:proofErr w:type="spellStart"/>
      <w:r w:rsidRPr="00584475">
        <w:rPr>
          <w:rFonts w:asciiTheme="minorHAnsi" w:hAnsiTheme="minorHAnsi"/>
          <w:sz w:val="22"/>
          <w:szCs w:val="22"/>
        </w:rPr>
        <w:t>CEiDG</w:t>
      </w:r>
      <w:proofErr w:type="spellEnd"/>
      <w:r w:rsidRPr="00584475">
        <w:rPr>
          <w:rFonts w:asciiTheme="minorHAnsi" w:hAnsiTheme="minorHAnsi"/>
          <w:sz w:val="22"/>
          <w:szCs w:val="22"/>
        </w:rPr>
        <w:t xml:space="preserve">: </w:t>
      </w:r>
      <w:r w:rsidRPr="00584475">
        <w:rPr>
          <w:rFonts w:asciiTheme="minorHAnsi" w:hAnsiTheme="minorHAnsi"/>
          <w:b/>
          <w:bCs/>
          <w:sz w:val="22"/>
          <w:szCs w:val="22"/>
        </w:rPr>
        <w:t xml:space="preserve">………………………………….……… </w:t>
      </w:r>
      <w:r w:rsidRPr="00584475">
        <w:rPr>
          <w:rFonts w:asciiTheme="minorHAnsi" w:hAnsiTheme="minorHAnsi"/>
          <w:iCs/>
          <w:sz w:val="22"/>
          <w:szCs w:val="22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84475">
        <w:rPr>
          <w:rFonts w:asciiTheme="minorHAnsi" w:hAnsiTheme="minorHAnsi"/>
          <w:bCs/>
          <w:iCs/>
          <w:sz w:val="22"/>
          <w:szCs w:val="22"/>
        </w:rPr>
        <w:t>…………………….</w:t>
      </w:r>
      <w:r w:rsidRPr="00584475">
        <w:rPr>
          <w:rFonts w:asciiTheme="minorHAnsi" w:hAnsiTheme="minorHAnsi"/>
          <w:iCs/>
          <w:sz w:val="22"/>
          <w:szCs w:val="22"/>
        </w:rPr>
        <w:t>)</w:t>
      </w:r>
    </w:p>
    <w:p w14:paraId="2927C347" w14:textId="77777777" w:rsidR="00B11F8E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 xml:space="preserve">tel. ...................................... </w:t>
      </w:r>
    </w:p>
    <w:p w14:paraId="757B54EE" w14:textId="77777777" w:rsidR="00B11F8E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>e-mail: ……………</w:t>
      </w:r>
      <w:r w:rsidR="00584475">
        <w:rPr>
          <w:rFonts w:asciiTheme="minorHAnsi" w:hAnsiTheme="minorHAnsi"/>
          <w:sz w:val="22"/>
          <w:szCs w:val="22"/>
        </w:rPr>
        <w:t>……..</w:t>
      </w:r>
      <w:r w:rsidRPr="00584475">
        <w:rPr>
          <w:rFonts w:asciiTheme="minorHAnsi" w:hAnsiTheme="minorHAnsi"/>
          <w:sz w:val="22"/>
          <w:szCs w:val="22"/>
        </w:rPr>
        <w:t xml:space="preserve">………… </w:t>
      </w:r>
    </w:p>
    <w:p w14:paraId="17761C02" w14:textId="77777777" w:rsidR="00B11F8E" w:rsidRDefault="00B11F8E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584475">
        <w:rPr>
          <w:rFonts w:asciiTheme="minorHAnsi" w:hAnsiTheme="minorHAnsi"/>
          <w:sz w:val="22"/>
          <w:szCs w:val="22"/>
        </w:rPr>
        <w:t xml:space="preserve">rodzaj Wykonawcy: </w:t>
      </w:r>
      <w:r w:rsidR="00584475">
        <w:rPr>
          <w:rFonts w:asciiTheme="minorHAnsi" w:hAnsiTheme="minorHAnsi"/>
          <w:sz w:val="22"/>
          <w:szCs w:val="22"/>
        </w:rPr>
        <w:t>*</w:t>
      </w:r>
    </w:p>
    <w:p w14:paraId="291D41C9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mikroprzedsiębiorstwo </w:t>
      </w:r>
    </w:p>
    <w:p w14:paraId="62717351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małe przedsiębiorstwo </w:t>
      </w:r>
    </w:p>
    <w:p w14:paraId="3561C637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średnie przedsiębiorstwo </w:t>
      </w:r>
    </w:p>
    <w:p w14:paraId="02FDF304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jednoosobowa działalność gospodarcza </w:t>
      </w:r>
    </w:p>
    <w:p w14:paraId="63609B6B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osoba fizyczna nieprowadząca działalności gospodarczej </w:t>
      </w:r>
    </w:p>
    <w:p w14:paraId="0C375635" w14:textId="77777777" w:rsidR="00584475" w:rsidRPr="00B11F8E" w:rsidRDefault="00584475" w:rsidP="00584475">
      <w:pPr>
        <w:pStyle w:val="Default"/>
        <w:ind w:left="720" w:firstLine="696"/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 xml:space="preserve">inny rodzaj </w:t>
      </w:r>
      <w:r>
        <w:rPr>
          <w:rFonts w:asciiTheme="minorHAnsi" w:hAnsiTheme="minorHAnsi"/>
          <w:sz w:val="22"/>
          <w:szCs w:val="22"/>
        </w:rPr>
        <w:t>: ……………………………………………………</w:t>
      </w:r>
    </w:p>
    <w:p w14:paraId="41F2DCCF" w14:textId="77777777" w:rsidR="00584475" w:rsidRPr="00584475" w:rsidRDefault="00584475" w:rsidP="00B11F8E">
      <w:pPr>
        <w:pStyle w:val="Default"/>
        <w:numPr>
          <w:ilvl w:val="0"/>
          <w:numId w:val="29"/>
        </w:numPr>
        <w:rPr>
          <w:rFonts w:asciiTheme="minorHAnsi" w:hAnsiTheme="minorHAnsi"/>
          <w:sz w:val="22"/>
          <w:szCs w:val="22"/>
        </w:rPr>
      </w:pPr>
      <w:r w:rsidRPr="00B11F8E">
        <w:rPr>
          <w:rFonts w:asciiTheme="minorHAnsi" w:hAnsiTheme="minorHAnsi"/>
          <w:sz w:val="22"/>
          <w:szCs w:val="22"/>
        </w:rPr>
        <w:t>upełnomocniony przedstawiciel:…………………………………………..............................................</w:t>
      </w:r>
    </w:p>
    <w:p w14:paraId="1D0DDBD3" w14:textId="77777777" w:rsidR="001851BA" w:rsidRDefault="001851BA" w:rsidP="00D72D3B">
      <w:pPr>
        <w:pStyle w:val="Tekstpodstawowy2"/>
        <w:spacing w:after="0" w:line="240" w:lineRule="auto"/>
        <w:jc w:val="both"/>
        <w:rPr>
          <w:rFonts w:asciiTheme="minorHAnsi" w:hAnsiTheme="minorHAnsi"/>
        </w:rPr>
      </w:pPr>
    </w:p>
    <w:p w14:paraId="37B6F356" w14:textId="77777777" w:rsidR="00B11F8E" w:rsidRDefault="00B11F8E" w:rsidP="00D72D3B">
      <w:pPr>
        <w:pStyle w:val="Tekstpodstawowy2"/>
        <w:spacing w:after="0" w:line="240" w:lineRule="auto"/>
        <w:jc w:val="both"/>
        <w:rPr>
          <w:rFonts w:asciiTheme="minorHAnsi" w:hAnsiTheme="minorHAnsi"/>
        </w:rPr>
      </w:pPr>
    </w:p>
    <w:p w14:paraId="00A2013D" w14:textId="77777777" w:rsidR="00B11F8E" w:rsidRPr="001812A7" w:rsidRDefault="00584475" w:rsidP="00584475">
      <w:pPr>
        <w:pStyle w:val="Tekstpodstawowy2"/>
        <w:spacing w:after="0" w:line="240" w:lineRule="auto"/>
        <w:jc w:val="both"/>
        <w:rPr>
          <w:rFonts w:asciiTheme="minorHAnsi" w:hAnsiTheme="minorHAnsi"/>
          <w:sz w:val="18"/>
          <w:szCs w:val="18"/>
        </w:rPr>
      </w:pPr>
      <w:r w:rsidRPr="001812A7">
        <w:rPr>
          <w:rFonts w:asciiTheme="minorHAnsi" w:hAnsiTheme="minorHAnsi"/>
          <w:sz w:val="18"/>
          <w:szCs w:val="18"/>
        </w:rPr>
        <w:t>*niewłaściwe skreślić</w:t>
      </w:r>
    </w:p>
    <w:p w14:paraId="62163037" w14:textId="77777777" w:rsidR="00B11F8E" w:rsidRDefault="00B11F8E" w:rsidP="00D72D3B">
      <w:pPr>
        <w:pStyle w:val="Tekstpodstawowy2"/>
        <w:spacing w:after="0" w:line="240" w:lineRule="auto"/>
        <w:jc w:val="both"/>
        <w:rPr>
          <w:rFonts w:asciiTheme="minorHAnsi" w:hAnsiTheme="minorHAnsi"/>
        </w:rPr>
      </w:pPr>
    </w:p>
    <w:p w14:paraId="08448A86" w14:textId="77777777" w:rsidR="001851BA" w:rsidRPr="001812A7" w:rsidRDefault="001851BA" w:rsidP="001851BA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  <w:r w:rsidRPr="001812A7">
        <w:rPr>
          <w:rFonts w:asciiTheme="minorHAnsi" w:hAnsiTheme="minorHAnsi"/>
          <w:b/>
          <w:lang w:val="pl-PL" w:eastAsia="en-US"/>
        </w:rPr>
        <w:t>W odpowiedzi na ogłoszenie o postępowaniu o udzielenie zamówienia publicznego:</w:t>
      </w:r>
    </w:p>
    <w:p w14:paraId="4882DBC5" w14:textId="77777777" w:rsidR="001851BA" w:rsidRPr="001851BA" w:rsidRDefault="001851BA" w:rsidP="001851BA">
      <w:pPr>
        <w:pStyle w:val="normaltableau"/>
        <w:numPr>
          <w:ilvl w:val="0"/>
          <w:numId w:val="26"/>
        </w:numPr>
        <w:spacing w:before="0" w:after="0"/>
        <w:ind w:left="330" w:hanging="330"/>
        <w:rPr>
          <w:rFonts w:asciiTheme="minorHAnsi" w:hAnsiTheme="minorHAnsi"/>
          <w:lang w:val="pl-PL" w:eastAsia="en-US"/>
        </w:rPr>
      </w:pPr>
      <w:r w:rsidRPr="001851BA">
        <w:rPr>
          <w:rFonts w:asciiTheme="minorHAnsi" w:hAnsiTheme="minorHAnsi"/>
          <w:lang w:val="pl-PL" w:eastAsia="en-US"/>
        </w:rPr>
        <w:t>Oświadczamy, że akceptujemy w całości wszystkie warunki zawarte w SWZ.</w:t>
      </w:r>
    </w:p>
    <w:p w14:paraId="5F35EB08" w14:textId="45668A58" w:rsidR="001851BA" w:rsidRDefault="001851BA" w:rsidP="00065DA0">
      <w:pPr>
        <w:pStyle w:val="normaltableau"/>
        <w:numPr>
          <w:ilvl w:val="0"/>
          <w:numId w:val="26"/>
        </w:numPr>
        <w:spacing w:before="0" w:after="0"/>
        <w:ind w:left="330" w:hanging="330"/>
        <w:rPr>
          <w:rFonts w:asciiTheme="minorHAnsi" w:hAnsiTheme="minorHAnsi"/>
          <w:lang w:val="pl-PL" w:eastAsia="en-US"/>
        </w:rPr>
      </w:pPr>
      <w:r w:rsidRPr="001851BA">
        <w:rPr>
          <w:rFonts w:asciiTheme="minorHAnsi" w:hAnsiTheme="minorHAnsi"/>
          <w:lang w:val="pl-PL"/>
        </w:rPr>
        <w:t>Składamy ofertę na usługi</w:t>
      </w:r>
      <w:r w:rsidR="00065DA0">
        <w:rPr>
          <w:rFonts w:asciiTheme="minorHAnsi" w:hAnsiTheme="minorHAnsi"/>
          <w:lang w:val="pl-PL"/>
        </w:rPr>
        <w:t xml:space="preserve"> polegające na </w:t>
      </w:r>
      <w:r w:rsidR="00065DA0" w:rsidRPr="00985453">
        <w:rPr>
          <w:rFonts w:asciiTheme="minorHAnsi" w:hAnsiTheme="minorHAnsi"/>
          <w:b/>
          <w:bCs/>
          <w:lang w:val="pl-PL"/>
        </w:rPr>
        <w:t xml:space="preserve">wykonaniu i dostawie </w:t>
      </w:r>
      <w:r w:rsidR="00065DA0" w:rsidRPr="00985453">
        <w:rPr>
          <w:rFonts w:asciiTheme="minorHAnsi" w:hAnsiTheme="minorHAnsi"/>
          <w:b/>
          <w:bCs/>
          <w:lang w:val="pl-PL" w:eastAsia="en-US"/>
        </w:rPr>
        <w:t>materiałów promocyjnych</w:t>
      </w:r>
      <w:r w:rsidR="005B11CE">
        <w:rPr>
          <w:rFonts w:asciiTheme="minorHAnsi" w:hAnsiTheme="minorHAnsi"/>
          <w:b/>
          <w:bCs/>
          <w:lang w:val="pl-PL" w:eastAsia="en-US"/>
        </w:rPr>
        <w:t>, publikacji</w:t>
      </w:r>
      <w:r w:rsidR="00065DA0" w:rsidRPr="00985453">
        <w:rPr>
          <w:rFonts w:asciiTheme="minorHAnsi" w:hAnsiTheme="minorHAnsi"/>
          <w:b/>
          <w:bCs/>
          <w:lang w:val="pl-PL" w:eastAsia="en-US"/>
        </w:rPr>
        <w:t xml:space="preserve"> oraz gadżetów promocyjnych w ramach projektu pt. „Umiejętności tworzą możliwości</w:t>
      </w:r>
      <w:r w:rsidR="00985453" w:rsidRPr="00985453">
        <w:rPr>
          <w:rFonts w:asciiTheme="minorHAnsi" w:hAnsiTheme="minorHAnsi"/>
          <w:b/>
          <w:bCs/>
          <w:lang w:val="pl-PL" w:eastAsia="en-US"/>
        </w:rPr>
        <w:t>”</w:t>
      </w:r>
      <w:r w:rsidRPr="00065DA0">
        <w:rPr>
          <w:rFonts w:asciiTheme="minorHAnsi" w:hAnsiTheme="minorHAnsi"/>
          <w:lang w:val="pl-PL"/>
        </w:rPr>
        <w:t>, w zakresie określonym w SWZ, na następujących warunkach:</w:t>
      </w:r>
    </w:p>
    <w:p w14:paraId="30E8C98C" w14:textId="44D8F560" w:rsidR="006F4874" w:rsidRDefault="006F4874" w:rsidP="006F4874">
      <w:pPr>
        <w:pStyle w:val="normaltableau"/>
        <w:spacing w:before="0" w:after="0"/>
        <w:rPr>
          <w:rFonts w:asciiTheme="minorHAnsi" w:hAnsiTheme="minorHAnsi"/>
          <w:lang w:val="pl-PL"/>
        </w:rPr>
      </w:pPr>
    </w:p>
    <w:tbl>
      <w:tblPr>
        <w:tblStyle w:val="Tabela-Siatka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701"/>
        <w:gridCol w:w="1560"/>
        <w:gridCol w:w="1842"/>
      </w:tblGrid>
      <w:tr w:rsidR="006F4874" w:rsidRPr="001851BA" w14:paraId="0723C7D7" w14:textId="77777777" w:rsidTr="00891525">
        <w:trPr>
          <w:trHeight w:val="525"/>
        </w:trPr>
        <w:tc>
          <w:tcPr>
            <w:tcW w:w="567" w:type="dxa"/>
          </w:tcPr>
          <w:p w14:paraId="1C41837A" w14:textId="77777777" w:rsidR="006F4874" w:rsidRPr="001851BA" w:rsidRDefault="006F4874" w:rsidP="00891525">
            <w:pPr>
              <w:spacing w:after="0" w:line="240" w:lineRule="auto"/>
              <w:ind w:right="-108" w:hanging="108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3402" w:type="dxa"/>
          </w:tcPr>
          <w:p w14:paraId="185D97F8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1701" w:type="dxa"/>
          </w:tcPr>
          <w:p w14:paraId="599BC4DB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851BA">
              <w:rPr>
                <w:rFonts w:asciiTheme="minorHAnsi" w:hAnsiTheme="minorHAnsi"/>
                <w:b/>
              </w:rPr>
              <w:t xml:space="preserve">Wartość netto </w:t>
            </w:r>
          </w:p>
          <w:p w14:paraId="47DBF580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zadania (</w:t>
            </w:r>
            <w:proofErr w:type="spellStart"/>
            <w:r>
              <w:rPr>
                <w:rFonts w:asciiTheme="minorHAnsi" w:hAnsiTheme="minorHAnsi"/>
                <w:b/>
              </w:rPr>
              <w:t>kpl</w:t>
            </w:r>
            <w:proofErr w:type="spellEnd"/>
            <w:r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1560" w:type="dxa"/>
          </w:tcPr>
          <w:p w14:paraId="5C661793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851BA">
              <w:rPr>
                <w:rFonts w:asciiTheme="minorHAnsi" w:hAnsiTheme="minorHAnsi"/>
                <w:b/>
              </w:rPr>
              <w:t xml:space="preserve">Podatek VAT </w:t>
            </w:r>
          </w:p>
          <w:p w14:paraId="53A347B4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851BA">
              <w:rPr>
                <w:rFonts w:asciiTheme="minorHAnsi" w:hAnsiTheme="minorHAnsi"/>
                <w:b/>
              </w:rPr>
              <w:t>[%]</w:t>
            </w:r>
          </w:p>
        </w:tc>
        <w:tc>
          <w:tcPr>
            <w:tcW w:w="1842" w:type="dxa"/>
          </w:tcPr>
          <w:p w14:paraId="3A02B469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1851BA">
              <w:rPr>
                <w:rFonts w:asciiTheme="minorHAnsi" w:hAnsiTheme="minorHAnsi"/>
                <w:b/>
              </w:rPr>
              <w:t>Wartość brutto</w:t>
            </w:r>
          </w:p>
          <w:p w14:paraId="14CFE8D4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zadania (</w:t>
            </w:r>
            <w:proofErr w:type="spellStart"/>
            <w:r>
              <w:rPr>
                <w:rFonts w:asciiTheme="minorHAnsi" w:hAnsiTheme="minorHAnsi"/>
                <w:b/>
              </w:rPr>
              <w:t>kpl</w:t>
            </w:r>
            <w:proofErr w:type="spellEnd"/>
            <w:r>
              <w:rPr>
                <w:rFonts w:asciiTheme="minorHAnsi" w:hAnsiTheme="minorHAnsi"/>
                <w:b/>
              </w:rPr>
              <w:t>)</w:t>
            </w:r>
          </w:p>
        </w:tc>
      </w:tr>
      <w:tr w:rsidR="006F4874" w:rsidRPr="001851BA" w14:paraId="308FC032" w14:textId="77777777" w:rsidTr="00891525">
        <w:tc>
          <w:tcPr>
            <w:tcW w:w="567" w:type="dxa"/>
            <w:vAlign w:val="center"/>
          </w:tcPr>
          <w:p w14:paraId="02B626C7" w14:textId="77777777" w:rsidR="006F4874" w:rsidRPr="001851BA" w:rsidRDefault="006F4874" w:rsidP="00891525">
            <w:pPr>
              <w:spacing w:after="0" w:line="240" w:lineRule="auto"/>
              <w:ind w:right="-108" w:hanging="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3402" w:type="dxa"/>
          </w:tcPr>
          <w:p w14:paraId="20FA3F17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1 – wydruk 11 publikacji</w:t>
            </w:r>
          </w:p>
        </w:tc>
        <w:tc>
          <w:tcPr>
            <w:tcW w:w="1701" w:type="dxa"/>
            <w:vAlign w:val="center"/>
          </w:tcPr>
          <w:p w14:paraId="3B5321EF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7F49B0BA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490DC6C8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7FEC0407" w14:textId="77777777" w:rsidTr="00891525">
        <w:tc>
          <w:tcPr>
            <w:tcW w:w="567" w:type="dxa"/>
            <w:vAlign w:val="center"/>
          </w:tcPr>
          <w:p w14:paraId="15CD1A54" w14:textId="77777777" w:rsidR="006F4874" w:rsidRPr="001851BA" w:rsidRDefault="006F4874" w:rsidP="00891525">
            <w:pPr>
              <w:spacing w:after="0" w:line="240" w:lineRule="auto"/>
              <w:ind w:right="-108" w:hanging="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3402" w:type="dxa"/>
          </w:tcPr>
          <w:p w14:paraId="7877CC06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2 – DŁUGOPIS z logo</w:t>
            </w:r>
            <w:r>
              <w:rPr>
                <w:rFonts w:asciiTheme="minorHAnsi" w:hAnsiTheme="minorHAnsi"/>
              </w:rPr>
              <w:t xml:space="preserve"> – 700 sztuk</w:t>
            </w:r>
          </w:p>
        </w:tc>
        <w:tc>
          <w:tcPr>
            <w:tcW w:w="1701" w:type="dxa"/>
            <w:vAlign w:val="center"/>
          </w:tcPr>
          <w:p w14:paraId="26DAF545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390031E8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578762F4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62EDE754" w14:textId="77777777" w:rsidTr="00891525">
        <w:tc>
          <w:tcPr>
            <w:tcW w:w="567" w:type="dxa"/>
            <w:vAlign w:val="center"/>
          </w:tcPr>
          <w:p w14:paraId="1C637522" w14:textId="77777777" w:rsidR="006F4874" w:rsidRPr="001851BA" w:rsidRDefault="006F4874" w:rsidP="00891525">
            <w:pPr>
              <w:spacing w:after="0" w:line="240" w:lineRule="auto"/>
              <w:ind w:right="-108" w:hanging="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3402" w:type="dxa"/>
          </w:tcPr>
          <w:p w14:paraId="2E91651B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 3 - Notatnik A5</w:t>
            </w:r>
            <w:r>
              <w:rPr>
                <w:rFonts w:asciiTheme="minorHAnsi" w:hAnsiTheme="minorHAnsi"/>
              </w:rPr>
              <w:t xml:space="preserve"> -200 sztuk</w:t>
            </w:r>
          </w:p>
        </w:tc>
        <w:tc>
          <w:tcPr>
            <w:tcW w:w="1701" w:type="dxa"/>
            <w:vAlign w:val="center"/>
          </w:tcPr>
          <w:p w14:paraId="1AE088CA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32EC67E7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325ADD70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2905AFC8" w14:textId="77777777" w:rsidTr="00891525">
        <w:tc>
          <w:tcPr>
            <w:tcW w:w="567" w:type="dxa"/>
            <w:vAlign w:val="center"/>
          </w:tcPr>
          <w:p w14:paraId="5BD072F5" w14:textId="77777777" w:rsidR="006F4874" w:rsidRPr="001851BA" w:rsidRDefault="006F4874" w:rsidP="00891525">
            <w:pPr>
              <w:spacing w:after="0" w:line="240" w:lineRule="auto"/>
              <w:ind w:right="-108" w:hanging="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</w:p>
        </w:tc>
        <w:tc>
          <w:tcPr>
            <w:tcW w:w="3402" w:type="dxa"/>
          </w:tcPr>
          <w:p w14:paraId="66D6FAFE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4 - Torba bawełniana  z nadrukiem</w:t>
            </w:r>
            <w:r>
              <w:rPr>
                <w:rFonts w:asciiTheme="minorHAnsi" w:hAnsiTheme="minorHAnsi"/>
              </w:rPr>
              <w:t xml:space="preserve"> – 300 sztuk</w:t>
            </w:r>
          </w:p>
        </w:tc>
        <w:tc>
          <w:tcPr>
            <w:tcW w:w="1701" w:type="dxa"/>
            <w:vAlign w:val="center"/>
          </w:tcPr>
          <w:p w14:paraId="6067C1E1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0785CC41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32F9823A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4191E771" w14:textId="77777777" w:rsidTr="00891525">
        <w:tc>
          <w:tcPr>
            <w:tcW w:w="567" w:type="dxa"/>
            <w:vAlign w:val="center"/>
          </w:tcPr>
          <w:p w14:paraId="5A3554C9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3402" w:type="dxa"/>
          </w:tcPr>
          <w:p w14:paraId="4B0287A6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5 -  Smycz z identyfikatorem</w:t>
            </w:r>
            <w:r>
              <w:rPr>
                <w:rFonts w:asciiTheme="minorHAnsi" w:hAnsiTheme="minorHAnsi"/>
              </w:rPr>
              <w:t xml:space="preserve"> – 400 sztuk </w:t>
            </w:r>
          </w:p>
        </w:tc>
        <w:tc>
          <w:tcPr>
            <w:tcW w:w="1701" w:type="dxa"/>
            <w:vAlign w:val="center"/>
          </w:tcPr>
          <w:p w14:paraId="3B1AC2F9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0CB691DE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5306A918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70AF661A" w14:textId="77777777" w:rsidTr="00891525">
        <w:tc>
          <w:tcPr>
            <w:tcW w:w="567" w:type="dxa"/>
            <w:vAlign w:val="center"/>
          </w:tcPr>
          <w:p w14:paraId="1568BF35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3402" w:type="dxa"/>
          </w:tcPr>
          <w:p w14:paraId="6E7C0FF8" w14:textId="09D639F9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 xml:space="preserve">Zadanie nr 6 - </w:t>
            </w:r>
            <w:proofErr w:type="spellStart"/>
            <w:r w:rsidRPr="00141D12">
              <w:rPr>
                <w:rFonts w:asciiTheme="minorHAnsi" w:hAnsiTheme="minorHAnsi"/>
              </w:rPr>
              <w:t>Roll</w:t>
            </w:r>
            <w:proofErr w:type="spellEnd"/>
            <w:r w:rsidRPr="00141D12">
              <w:rPr>
                <w:rFonts w:asciiTheme="minorHAnsi" w:hAnsiTheme="minorHAnsi"/>
              </w:rPr>
              <w:t xml:space="preserve"> </w:t>
            </w:r>
            <w:proofErr w:type="spellStart"/>
            <w:r w:rsidRPr="00141D12">
              <w:rPr>
                <w:rFonts w:asciiTheme="minorHAnsi" w:hAnsiTheme="minorHAnsi"/>
              </w:rPr>
              <w:t>up</w:t>
            </w:r>
            <w:proofErr w:type="spellEnd"/>
            <w:r>
              <w:rPr>
                <w:rFonts w:asciiTheme="minorHAnsi" w:hAnsiTheme="minorHAnsi"/>
              </w:rPr>
              <w:t xml:space="preserve"> – </w:t>
            </w:r>
            <w:r w:rsidR="00831616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287D9462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74B22DAB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728EF08E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4A21D0CC" w14:textId="77777777" w:rsidTr="00891525">
        <w:tc>
          <w:tcPr>
            <w:tcW w:w="567" w:type="dxa"/>
            <w:vAlign w:val="center"/>
          </w:tcPr>
          <w:p w14:paraId="13ECF0A7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3402" w:type="dxa"/>
          </w:tcPr>
          <w:p w14:paraId="03D8FE3A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nr 7 – ULOTKA</w:t>
            </w:r>
            <w:r>
              <w:rPr>
                <w:rFonts w:asciiTheme="minorHAnsi" w:hAnsiTheme="minorHAnsi"/>
              </w:rPr>
              <w:t xml:space="preserve"> – 300 szt.</w:t>
            </w:r>
          </w:p>
        </w:tc>
        <w:tc>
          <w:tcPr>
            <w:tcW w:w="1701" w:type="dxa"/>
            <w:vAlign w:val="center"/>
          </w:tcPr>
          <w:p w14:paraId="369DBC74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5C538F9F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0CB9ACAB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5995A0A8" w14:textId="77777777" w:rsidTr="00891525">
        <w:tc>
          <w:tcPr>
            <w:tcW w:w="567" w:type="dxa"/>
            <w:vAlign w:val="center"/>
          </w:tcPr>
          <w:p w14:paraId="0E53F030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8.</w:t>
            </w:r>
          </w:p>
        </w:tc>
        <w:tc>
          <w:tcPr>
            <w:tcW w:w="3402" w:type="dxa"/>
          </w:tcPr>
          <w:p w14:paraId="45321F41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8 – parasolka składana z nadrukiem</w:t>
            </w:r>
            <w:r>
              <w:rPr>
                <w:rFonts w:asciiTheme="minorHAnsi" w:hAnsiTheme="minorHAnsi"/>
              </w:rPr>
              <w:t xml:space="preserve"> – 50 szt.</w:t>
            </w:r>
          </w:p>
        </w:tc>
        <w:tc>
          <w:tcPr>
            <w:tcW w:w="1701" w:type="dxa"/>
            <w:vAlign w:val="center"/>
          </w:tcPr>
          <w:p w14:paraId="2EE5D4D6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4222CF83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4C7FB027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1AA5F7AA" w14:textId="77777777" w:rsidTr="00891525">
        <w:tc>
          <w:tcPr>
            <w:tcW w:w="567" w:type="dxa"/>
            <w:vAlign w:val="center"/>
          </w:tcPr>
          <w:p w14:paraId="5C413ABA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3402" w:type="dxa"/>
          </w:tcPr>
          <w:p w14:paraId="4D76C869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 xml:space="preserve">Zadanie 9 – kalendarz piramidka </w:t>
            </w:r>
            <w:proofErr w:type="spellStart"/>
            <w:r w:rsidRPr="00141D12">
              <w:rPr>
                <w:rFonts w:asciiTheme="minorHAnsi" w:hAnsiTheme="minorHAnsi"/>
              </w:rPr>
              <w:t>spiralowy</w:t>
            </w:r>
            <w:proofErr w:type="spellEnd"/>
            <w:r>
              <w:rPr>
                <w:rFonts w:asciiTheme="minorHAnsi" w:hAnsiTheme="minorHAnsi"/>
              </w:rPr>
              <w:t xml:space="preserve"> – 200 szt.</w:t>
            </w:r>
          </w:p>
        </w:tc>
        <w:tc>
          <w:tcPr>
            <w:tcW w:w="1701" w:type="dxa"/>
            <w:vAlign w:val="center"/>
          </w:tcPr>
          <w:p w14:paraId="60F351FD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719D3BB0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3807B48B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1E0FCBDD" w14:textId="77777777" w:rsidTr="00891525">
        <w:tc>
          <w:tcPr>
            <w:tcW w:w="567" w:type="dxa"/>
            <w:vAlign w:val="center"/>
          </w:tcPr>
          <w:p w14:paraId="6C1AECF4" w14:textId="77777777" w:rsidR="006F4874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</w:t>
            </w:r>
          </w:p>
        </w:tc>
        <w:tc>
          <w:tcPr>
            <w:tcW w:w="3402" w:type="dxa"/>
          </w:tcPr>
          <w:p w14:paraId="60012F52" w14:textId="77777777" w:rsidR="006F4874" w:rsidRPr="00B15965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 xml:space="preserve">Zadanie 10 – piłeczka </w:t>
            </w:r>
            <w:proofErr w:type="spellStart"/>
            <w:r w:rsidRPr="00141D12">
              <w:rPr>
                <w:rFonts w:asciiTheme="minorHAnsi" w:hAnsiTheme="minorHAnsi"/>
              </w:rPr>
              <w:t>antystres</w:t>
            </w:r>
            <w:proofErr w:type="spellEnd"/>
            <w:r w:rsidRPr="00141D12">
              <w:rPr>
                <w:rFonts w:asciiTheme="minorHAnsi" w:hAnsiTheme="minorHAnsi"/>
              </w:rPr>
              <w:t xml:space="preserve"> z nadrukiem</w:t>
            </w:r>
            <w:r>
              <w:rPr>
                <w:rFonts w:asciiTheme="minorHAnsi" w:hAnsiTheme="minorHAnsi"/>
              </w:rPr>
              <w:t xml:space="preserve"> – 300 szt.</w:t>
            </w:r>
          </w:p>
        </w:tc>
        <w:tc>
          <w:tcPr>
            <w:tcW w:w="1701" w:type="dxa"/>
            <w:vAlign w:val="center"/>
          </w:tcPr>
          <w:p w14:paraId="28813F2C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0161416C" w14:textId="77777777" w:rsidR="006F4874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0B1775D3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7B4F15D1" w14:textId="77777777" w:rsidTr="00891525">
        <w:tc>
          <w:tcPr>
            <w:tcW w:w="567" w:type="dxa"/>
            <w:vAlign w:val="center"/>
          </w:tcPr>
          <w:p w14:paraId="5F0CA2B4" w14:textId="77777777" w:rsidR="006F4874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</w:t>
            </w:r>
          </w:p>
        </w:tc>
        <w:tc>
          <w:tcPr>
            <w:tcW w:w="3402" w:type="dxa"/>
          </w:tcPr>
          <w:p w14:paraId="02CACB8B" w14:textId="77777777" w:rsidR="006F4874" w:rsidRPr="00B15965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41D12">
              <w:rPr>
                <w:rFonts w:asciiTheme="minorHAnsi" w:hAnsiTheme="minorHAnsi"/>
              </w:rPr>
              <w:t>Zadanie 11 – Koło fortuny z logotypami na 3 polach</w:t>
            </w:r>
            <w:r>
              <w:rPr>
                <w:rFonts w:asciiTheme="minorHAnsi" w:hAnsiTheme="minorHAnsi"/>
              </w:rPr>
              <w:t xml:space="preserve"> – 1 szt.</w:t>
            </w:r>
          </w:p>
        </w:tc>
        <w:tc>
          <w:tcPr>
            <w:tcW w:w="1701" w:type="dxa"/>
            <w:vAlign w:val="center"/>
          </w:tcPr>
          <w:p w14:paraId="38EF3DC2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14:paraId="4D21000A" w14:textId="77777777" w:rsidR="006F4874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…..… %</w:t>
            </w:r>
          </w:p>
        </w:tc>
        <w:tc>
          <w:tcPr>
            <w:tcW w:w="1842" w:type="dxa"/>
            <w:vAlign w:val="center"/>
          </w:tcPr>
          <w:p w14:paraId="060B51D5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6F4874" w:rsidRPr="001851BA" w14:paraId="6A58679B" w14:textId="77777777" w:rsidTr="00891525">
        <w:tc>
          <w:tcPr>
            <w:tcW w:w="5670" w:type="dxa"/>
            <w:gridSpan w:val="3"/>
            <w:tcBorders>
              <w:left w:val="nil"/>
              <w:bottom w:val="nil"/>
            </w:tcBorders>
            <w:vAlign w:val="center"/>
          </w:tcPr>
          <w:p w14:paraId="2404F108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6C9F8E5B" w14:textId="77777777" w:rsidR="006F4874" w:rsidRPr="001851BA" w:rsidRDefault="006F4874" w:rsidP="00891525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402519B7" w14:textId="77777777" w:rsidR="006F4874" w:rsidRPr="001851BA" w:rsidRDefault="006F4874" w:rsidP="00891525">
            <w:pPr>
              <w:spacing w:after="0" w:line="240" w:lineRule="auto"/>
              <w:rPr>
                <w:rFonts w:asciiTheme="minorHAnsi" w:hAnsiTheme="minorHAnsi"/>
              </w:rPr>
            </w:pPr>
            <w:r w:rsidRPr="001851BA">
              <w:rPr>
                <w:rFonts w:asciiTheme="minorHAnsi" w:hAnsiTheme="minorHAnsi"/>
              </w:rPr>
              <w:t>Wartość ogółem:</w:t>
            </w:r>
          </w:p>
        </w:tc>
      </w:tr>
    </w:tbl>
    <w:p w14:paraId="69D1C56B" w14:textId="5A8B923C" w:rsidR="001812A7" w:rsidRDefault="001812A7" w:rsidP="001812A7">
      <w:pPr>
        <w:spacing w:after="0" w:line="240" w:lineRule="auto"/>
        <w:rPr>
          <w:rFonts w:asciiTheme="minorHAnsi" w:hAnsiTheme="minorHAnsi"/>
          <w:b/>
        </w:rPr>
      </w:pPr>
    </w:p>
    <w:p w14:paraId="2F8F8C4A" w14:textId="77777777" w:rsidR="001851BA" w:rsidRPr="001851BA" w:rsidRDefault="001851BA" w:rsidP="001812A7">
      <w:pPr>
        <w:spacing w:after="0" w:line="240" w:lineRule="auto"/>
        <w:rPr>
          <w:rFonts w:asciiTheme="minorHAnsi" w:hAnsiTheme="minorHAnsi"/>
          <w:b/>
        </w:rPr>
      </w:pPr>
      <w:r w:rsidRPr="001851BA">
        <w:rPr>
          <w:rFonts w:asciiTheme="minorHAnsi" w:hAnsiTheme="minorHAnsi"/>
          <w:b/>
        </w:rPr>
        <w:t xml:space="preserve">Słownie …………………………………………………………………………… zł brutto </w:t>
      </w:r>
    </w:p>
    <w:p w14:paraId="3105B45F" w14:textId="77777777" w:rsidR="001851BA" w:rsidRPr="001851BA" w:rsidRDefault="001851BA" w:rsidP="001851BA">
      <w:pPr>
        <w:pStyle w:val="Tekstpodstawowy2"/>
        <w:spacing w:after="0" w:line="240" w:lineRule="auto"/>
        <w:jc w:val="both"/>
        <w:rPr>
          <w:rFonts w:asciiTheme="minorHAnsi" w:hAnsiTheme="minorHAnsi"/>
        </w:rPr>
      </w:pPr>
    </w:p>
    <w:p w14:paraId="42E570E9" w14:textId="72C6AE01" w:rsidR="001851BA" w:rsidRDefault="006F4874" w:rsidP="001851BA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OFEROWANY OKRES GWARANCJI</w:t>
      </w:r>
      <w:r w:rsidR="001851BA" w:rsidRPr="001851BA">
        <w:rPr>
          <w:rFonts w:asciiTheme="minorHAnsi" w:hAnsiTheme="minorHAnsi"/>
        </w:rPr>
        <w:t xml:space="preserve">: </w:t>
      </w:r>
      <w:r w:rsidR="001851BA" w:rsidRPr="001851BA">
        <w:rPr>
          <w:rFonts w:asciiTheme="minorHAnsi" w:hAnsiTheme="minorHAnsi"/>
          <w:b/>
        </w:rPr>
        <w:t xml:space="preserve">…………… </w:t>
      </w:r>
      <w:r>
        <w:rPr>
          <w:rFonts w:asciiTheme="minorHAnsi" w:hAnsiTheme="minorHAnsi"/>
          <w:b/>
        </w:rPr>
        <w:t>miesięcy*</w:t>
      </w:r>
    </w:p>
    <w:p w14:paraId="4B0E4F61" w14:textId="5E30AF85" w:rsidR="006F4874" w:rsidRPr="006F4874" w:rsidRDefault="006F4874" w:rsidP="006F4874">
      <w:pPr>
        <w:pStyle w:val="Akapitzlist"/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* Kryterium oceny ofert</w:t>
      </w:r>
    </w:p>
    <w:p w14:paraId="598FCF68" w14:textId="12441FFB" w:rsidR="001851BA" w:rsidRPr="001851BA" w:rsidRDefault="001851BA" w:rsidP="006F4874">
      <w:pPr>
        <w:spacing w:after="0" w:line="240" w:lineRule="auto"/>
        <w:jc w:val="both"/>
        <w:rPr>
          <w:rFonts w:asciiTheme="minorHAnsi" w:hAnsiTheme="minorHAnsi"/>
          <w:b/>
        </w:rPr>
      </w:pPr>
    </w:p>
    <w:p w14:paraId="7D149EDF" w14:textId="77777777" w:rsidR="001851BA" w:rsidRPr="006C3860" w:rsidRDefault="001851BA" w:rsidP="00B11F8E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Theme="minorHAnsi" w:hAnsiTheme="minorHAnsi"/>
          <w:b/>
        </w:rPr>
      </w:pPr>
      <w:r w:rsidRPr="006C3860">
        <w:rPr>
          <w:rFonts w:asciiTheme="minorHAnsi" w:hAnsiTheme="minorHAnsi"/>
        </w:rPr>
        <w:t>Oświadczamy, że uzyskaliśmy wszelkie informacje niezbędne do prawidłowego przygotowania i złożenia niniejszej oferty.</w:t>
      </w:r>
    </w:p>
    <w:p w14:paraId="1B1FC5E7" w14:textId="77777777" w:rsidR="001851BA" w:rsidRPr="006C3860" w:rsidRDefault="001851BA" w:rsidP="00B11F8E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Theme="minorHAnsi" w:hAnsiTheme="minorHAnsi"/>
          <w:b/>
        </w:rPr>
      </w:pPr>
      <w:r w:rsidRPr="006C3860">
        <w:rPr>
          <w:rFonts w:asciiTheme="minorHAnsi" w:hAnsiTheme="minorHAnsi"/>
        </w:rPr>
        <w:t>Oświadczamy, że jesteśmy związani niniejszą o</w:t>
      </w:r>
      <w:r w:rsidR="00B11F8E" w:rsidRPr="006C3860">
        <w:rPr>
          <w:rFonts w:asciiTheme="minorHAnsi" w:hAnsiTheme="minorHAnsi"/>
        </w:rPr>
        <w:t>fertą w terminie określonym w pkt. 19 SWZ.</w:t>
      </w:r>
    </w:p>
    <w:p w14:paraId="2CF7F02F" w14:textId="77777777" w:rsidR="001851BA" w:rsidRPr="006C3860" w:rsidRDefault="001851BA" w:rsidP="00B11F8E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Theme="minorHAnsi" w:hAnsiTheme="minorHAnsi"/>
          <w:b/>
        </w:rPr>
      </w:pPr>
      <w:r w:rsidRPr="006C3860">
        <w:rPr>
          <w:rFonts w:asciiTheme="minorHAnsi" w:hAnsiTheme="minorHAnsi"/>
        </w:rPr>
        <w:t>Oświadczamy, że zapoznaliśmy się z postanowieniami umowy, określ</w:t>
      </w:r>
      <w:r w:rsidR="00B11F8E" w:rsidRPr="006C3860">
        <w:rPr>
          <w:rFonts w:asciiTheme="minorHAnsi" w:hAnsiTheme="minorHAnsi"/>
        </w:rPr>
        <w:t xml:space="preserve">onymi w  Specyfikacji </w:t>
      </w:r>
      <w:r w:rsidRPr="006C3860">
        <w:rPr>
          <w:rFonts w:asciiTheme="minorHAnsi" w:hAnsiTheme="minorHAnsi"/>
        </w:rPr>
        <w:t>Warunków Zamówienia i zobowiązujemy się, w przypadku wyboru naszej oferty, do zawarcia umowy zgodnej z niniejszą ofertą, na warunkach określonych w </w:t>
      </w:r>
      <w:r w:rsidR="00B11F8E" w:rsidRPr="006C3860">
        <w:rPr>
          <w:rFonts w:asciiTheme="minorHAnsi" w:hAnsiTheme="minorHAnsi"/>
        </w:rPr>
        <w:t>SWZ</w:t>
      </w:r>
      <w:r w:rsidRPr="006C3860">
        <w:rPr>
          <w:rFonts w:asciiTheme="minorHAnsi" w:hAnsiTheme="minorHAnsi"/>
        </w:rPr>
        <w:t>, w miejsc</w:t>
      </w:r>
      <w:r w:rsidR="00B11F8E" w:rsidRPr="006C3860">
        <w:rPr>
          <w:rFonts w:asciiTheme="minorHAnsi" w:hAnsiTheme="minorHAnsi"/>
        </w:rPr>
        <w:t>u i terminie wyznaczonym przez Z</w:t>
      </w:r>
      <w:r w:rsidRPr="006C3860">
        <w:rPr>
          <w:rFonts w:asciiTheme="minorHAnsi" w:hAnsiTheme="minorHAnsi"/>
        </w:rPr>
        <w:t>amawiającego.</w:t>
      </w:r>
    </w:p>
    <w:p w14:paraId="3EC5F691" w14:textId="77777777" w:rsidR="001851BA" w:rsidRPr="006C3860" w:rsidRDefault="001851BA" w:rsidP="00B11F8E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Theme="minorHAnsi" w:hAnsiTheme="minorHAnsi"/>
          <w:b/>
        </w:rPr>
      </w:pPr>
      <w:r w:rsidRPr="006C3860">
        <w:rPr>
          <w:rFonts w:asciiTheme="minorHAnsi" w:hAnsiTheme="minorHAnsi"/>
        </w:rPr>
        <w:t>Wypełniłam/wypełniłem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B90FB0E" w14:textId="77777777" w:rsidR="001851BA" w:rsidRPr="006C3860" w:rsidRDefault="001851BA" w:rsidP="00B11F8E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Theme="minorHAnsi" w:hAnsiTheme="minorHAnsi"/>
          <w:b/>
        </w:rPr>
      </w:pPr>
      <w:r w:rsidRPr="006C3860">
        <w:rPr>
          <w:rFonts w:asciiTheme="minorHAnsi" w:hAnsiTheme="minorHAnsi"/>
        </w:rPr>
        <w:t xml:space="preserve">Zapoznałam się/zapoznałem się i przyjmuję do wiadomości informacje przedstawione przez administratora danych – Wojewódzki Urząd Pracy w Zielonej Górze, dotyczące zasad przetwarzania danych osobowych pozyskiwanych w związku z udziałem w niniejszym postępowaniu, które zostały opisane w pkt </w:t>
      </w:r>
      <w:r w:rsidR="00B11F8E" w:rsidRPr="006C3860">
        <w:rPr>
          <w:rFonts w:asciiTheme="minorHAnsi" w:hAnsiTheme="minorHAnsi"/>
        </w:rPr>
        <w:t xml:space="preserve">40 SWZ. </w:t>
      </w:r>
      <w:r w:rsidRPr="006C3860">
        <w:rPr>
          <w:rFonts w:asciiTheme="minorHAnsi" w:hAnsiTheme="minorHAnsi"/>
        </w:rPr>
        <w:t xml:space="preserve"> </w:t>
      </w:r>
    </w:p>
    <w:p w14:paraId="13FC34E3" w14:textId="77777777" w:rsidR="001851BA" w:rsidRPr="00065DA0" w:rsidRDefault="001851BA" w:rsidP="001851BA">
      <w:pPr>
        <w:pStyle w:val="normaltableau"/>
        <w:spacing w:before="0" w:after="0"/>
        <w:rPr>
          <w:rFonts w:asciiTheme="minorHAnsi" w:hAnsiTheme="minorHAnsi"/>
          <w:sz w:val="24"/>
          <w:szCs w:val="24"/>
          <w:lang w:val="pl-PL"/>
        </w:rPr>
      </w:pPr>
    </w:p>
    <w:p w14:paraId="4D85920D" w14:textId="77777777" w:rsidR="001851BA" w:rsidRPr="006C3860" w:rsidRDefault="001851BA" w:rsidP="001851BA">
      <w:pPr>
        <w:suppressAutoHyphens/>
        <w:spacing w:after="0" w:line="240" w:lineRule="auto"/>
        <w:jc w:val="both"/>
        <w:rPr>
          <w:rFonts w:asciiTheme="minorHAnsi" w:hAnsiTheme="minorHAnsi"/>
          <w:lang w:eastAsia="ar-SA"/>
        </w:rPr>
      </w:pPr>
      <w:r w:rsidRPr="006C3860">
        <w:rPr>
          <w:rFonts w:asciiTheme="minorHAnsi" w:hAnsiTheme="minorHAnsi"/>
          <w:lang w:eastAsia="ar-SA"/>
        </w:rPr>
        <w:t>Pouczony o odpowiedzialności karnej (art. 297 ustawy z dnia 6 czerwca 1997 r. – Kodeks karny) oświadczam, że wszystkie zawarte w ofercie i załącznikach do niej informacje, są zgodne ze stanem faktycznym i prawnym.</w:t>
      </w:r>
    </w:p>
    <w:p w14:paraId="1840CF4C" w14:textId="77777777" w:rsidR="001851BA" w:rsidRPr="00B053D5" w:rsidRDefault="001851BA" w:rsidP="001851BA">
      <w:pPr>
        <w:spacing w:after="0" w:line="240" w:lineRule="auto"/>
        <w:ind w:left="708"/>
        <w:jc w:val="both"/>
        <w:rPr>
          <w:rFonts w:asciiTheme="minorHAnsi" w:hAnsiTheme="minorHAnsi"/>
          <w:sz w:val="18"/>
          <w:szCs w:val="18"/>
        </w:rPr>
      </w:pPr>
    </w:p>
    <w:p w14:paraId="095D5088" w14:textId="77777777" w:rsidR="001851BA" w:rsidRPr="00B053D5" w:rsidRDefault="001851BA" w:rsidP="001851BA">
      <w:pPr>
        <w:spacing w:after="0" w:line="240" w:lineRule="auto"/>
        <w:ind w:left="708"/>
        <w:jc w:val="both"/>
        <w:rPr>
          <w:rFonts w:asciiTheme="minorHAnsi" w:hAnsiTheme="minorHAnsi"/>
          <w:sz w:val="18"/>
          <w:szCs w:val="18"/>
        </w:rPr>
      </w:pPr>
    </w:p>
    <w:p w14:paraId="2ADDD4E9" w14:textId="424C65A5" w:rsidR="00065DA0" w:rsidRPr="00E632EE" w:rsidRDefault="00065DA0" w:rsidP="00065DA0">
      <w:pPr>
        <w:jc w:val="both"/>
        <w:rPr>
          <w:sz w:val="20"/>
          <w:szCs w:val="20"/>
        </w:rPr>
      </w:pPr>
      <w:r w:rsidRPr="00C62DAA">
        <w:rPr>
          <w:sz w:val="20"/>
          <w:szCs w:val="20"/>
        </w:rPr>
        <w:t>…………….…………, dnia ………….</w:t>
      </w:r>
      <w:r>
        <w:rPr>
          <w:sz w:val="20"/>
          <w:szCs w:val="20"/>
        </w:rPr>
        <w:t>202</w:t>
      </w:r>
      <w:r w:rsidR="006F4874">
        <w:rPr>
          <w:sz w:val="20"/>
          <w:szCs w:val="20"/>
        </w:rPr>
        <w:t>5</w:t>
      </w:r>
      <w:r>
        <w:rPr>
          <w:sz w:val="20"/>
          <w:szCs w:val="20"/>
        </w:rPr>
        <w:t xml:space="preserve"> </w:t>
      </w:r>
      <w:r w:rsidRPr="00C62DAA">
        <w:rPr>
          <w:sz w:val="20"/>
          <w:szCs w:val="20"/>
        </w:rPr>
        <w:t xml:space="preserve">r. </w:t>
      </w:r>
      <w:r w:rsidRPr="00C62DAA">
        <w:rPr>
          <w:sz w:val="20"/>
          <w:szCs w:val="20"/>
        </w:rPr>
        <w:tab/>
      </w:r>
      <w:r w:rsidRPr="00C62DAA">
        <w:rPr>
          <w:sz w:val="20"/>
          <w:szCs w:val="20"/>
        </w:rPr>
        <w:tab/>
      </w:r>
    </w:p>
    <w:p w14:paraId="1B3DAD5D" w14:textId="42E7346C" w:rsidR="00065DA0" w:rsidRPr="00E771D9" w:rsidRDefault="00065DA0" w:rsidP="00065DA0">
      <w:pPr>
        <w:widowControl w:val="0"/>
        <w:spacing w:after="0"/>
        <w:jc w:val="both"/>
        <w:rPr>
          <w:rFonts w:eastAsia="Times New Roman" w:cs="Calibri"/>
          <w:sz w:val="18"/>
          <w:szCs w:val="18"/>
          <w:lang w:eastAsia="pl-PL"/>
        </w:rPr>
      </w:pPr>
    </w:p>
    <w:p w14:paraId="28307D89" w14:textId="77777777" w:rsidR="00065DA0" w:rsidRPr="000B798D" w:rsidRDefault="00065DA0" w:rsidP="00065DA0">
      <w:pPr>
        <w:spacing w:after="0"/>
        <w:jc w:val="center"/>
        <w:rPr>
          <w:rFonts w:cs="Calibri"/>
          <w:sz w:val="16"/>
          <w:szCs w:val="18"/>
        </w:rPr>
      </w:pPr>
      <w:bookmarkStart w:id="2" w:name="_Hlk97198694"/>
      <w:r w:rsidRPr="000B798D">
        <w:rPr>
          <w:rFonts w:cs="Calibri"/>
          <w:sz w:val="18"/>
        </w:rPr>
        <w:t>[DOKUMENT NALEŻY OPATRZYĆ PODPISEM ELEKTRONICZNYM, PODPISEM ZAUFANYM LUB PODPISEM OSOBISTYM]</w:t>
      </w:r>
      <w:bookmarkEnd w:id="2"/>
    </w:p>
    <w:p w14:paraId="6614FE64" w14:textId="4C1DB60C" w:rsidR="001851BA" w:rsidRPr="00B053D5" w:rsidRDefault="001851BA" w:rsidP="00065DA0">
      <w:pPr>
        <w:spacing w:after="0" w:line="240" w:lineRule="auto"/>
        <w:ind w:left="708"/>
        <w:jc w:val="both"/>
        <w:rPr>
          <w:rFonts w:asciiTheme="minorHAnsi" w:hAnsiTheme="minorHAnsi"/>
          <w:sz w:val="18"/>
          <w:szCs w:val="18"/>
        </w:rPr>
      </w:pPr>
    </w:p>
    <w:sectPr w:rsidR="001851BA" w:rsidRPr="00B053D5" w:rsidSect="00E57E10">
      <w:headerReference w:type="first" r:id="rId7"/>
      <w:footerReference w:type="first" r:id="rId8"/>
      <w:pgSz w:w="11906" w:h="16838"/>
      <w:pgMar w:top="1418" w:right="1418" w:bottom="1418" w:left="1418" w:header="708" w:footer="5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0F01D" w14:textId="77777777" w:rsidR="008B40CA" w:rsidRDefault="008B40CA" w:rsidP="002775EC">
      <w:pPr>
        <w:spacing w:after="0" w:line="240" w:lineRule="auto"/>
      </w:pPr>
      <w:r>
        <w:separator/>
      </w:r>
    </w:p>
  </w:endnote>
  <w:endnote w:type="continuationSeparator" w:id="0">
    <w:p w14:paraId="6FFBCB54" w14:textId="77777777" w:rsidR="008B40CA" w:rsidRDefault="008B40CA" w:rsidP="00277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F1E50" w14:textId="1F4A2030" w:rsidR="00B02C2E" w:rsidRPr="007B0901" w:rsidRDefault="00065DA0" w:rsidP="007B090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9C189DB" wp14:editId="418EF73E">
          <wp:simplePos x="0" y="0"/>
          <wp:positionH relativeFrom="margin">
            <wp:align>center</wp:align>
          </wp:positionH>
          <wp:positionV relativeFrom="paragraph">
            <wp:posOffset>-342900</wp:posOffset>
          </wp:positionV>
          <wp:extent cx="7324725" cy="669481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24725" cy="669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B1698" w14:textId="77777777" w:rsidR="008B40CA" w:rsidRDefault="008B40CA" w:rsidP="002775EC">
      <w:pPr>
        <w:spacing w:after="0" w:line="240" w:lineRule="auto"/>
      </w:pPr>
      <w:r>
        <w:separator/>
      </w:r>
    </w:p>
  </w:footnote>
  <w:footnote w:type="continuationSeparator" w:id="0">
    <w:p w14:paraId="27BA1359" w14:textId="77777777" w:rsidR="008B40CA" w:rsidRDefault="008B40CA" w:rsidP="00277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F667D" w14:textId="4261FE53" w:rsidR="003E0DC6" w:rsidRDefault="00065D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4669B28" wp14:editId="498EA3F3">
          <wp:simplePos x="0" y="0"/>
          <wp:positionH relativeFrom="margin">
            <wp:posOffset>-228600</wp:posOffset>
          </wp:positionH>
          <wp:positionV relativeFrom="paragraph">
            <wp:posOffset>-244475</wp:posOffset>
          </wp:positionV>
          <wp:extent cx="6650020" cy="552091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8123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0020" cy="552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63A30D"/>
    <w:multiLevelType w:val="hybridMultilevel"/>
    <w:tmpl w:val="DBA039C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DD3D2AF"/>
    <w:multiLevelType w:val="hybridMultilevel"/>
    <w:tmpl w:val="85B272C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F211D8"/>
    <w:multiLevelType w:val="hybridMultilevel"/>
    <w:tmpl w:val="F43A0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14713"/>
    <w:multiLevelType w:val="hybridMultilevel"/>
    <w:tmpl w:val="B81C82A0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4" w15:restartNumberingAfterBreak="0">
    <w:nsid w:val="07F43991"/>
    <w:multiLevelType w:val="hybridMultilevel"/>
    <w:tmpl w:val="084CA81C"/>
    <w:lvl w:ilvl="0" w:tplc="E0C69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D840EC"/>
    <w:multiLevelType w:val="hybridMultilevel"/>
    <w:tmpl w:val="C4CEB576"/>
    <w:lvl w:ilvl="0" w:tplc="13227586">
      <w:start w:val="1"/>
      <w:numFmt w:val="bullet"/>
      <w:lvlText w:val="-"/>
      <w:lvlJc w:val="left"/>
      <w:pPr>
        <w:ind w:left="105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6" w15:restartNumberingAfterBreak="0">
    <w:nsid w:val="0D3E2DD0"/>
    <w:multiLevelType w:val="hybridMultilevel"/>
    <w:tmpl w:val="CF3CC1F0"/>
    <w:lvl w:ilvl="0" w:tplc="300A63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F450311"/>
    <w:multiLevelType w:val="hybridMultilevel"/>
    <w:tmpl w:val="1B444E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063C1"/>
    <w:multiLevelType w:val="hybridMultilevel"/>
    <w:tmpl w:val="57D26D0C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A3E12"/>
    <w:multiLevelType w:val="hybridMultilevel"/>
    <w:tmpl w:val="4C7EE23A"/>
    <w:lvl w:ilvl="0" w:tplc="406A75C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B78C8"/>
    <w:multiLevelType w:val="hybridMultilevel"/>
    <w:tmpl w:val="6B1C7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B0EE1"/>
    <w:multiLevelType w:val="hybridMultilevel"/>
    <w:tmpl w:val="4256705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60505"/>
    <w:multiLevelType w:val="hybridMultilevel"/>
    <w:tmpl w:val="6C58E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139FF"/>
    <w:multiLevelType w:val="hybridMultilevel"/>
    <w:tmpl w:val="F63AA034"/>
    <w:lvl w:ilvl="0" w:tplc="6394ACC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C69"/>
    <w:multiLevelType w:val="hybridMultilevel"/>
    <w:tmpl w:val="2BEC5D4A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C7F66"/>
    <w:multiLevelType w:val="hybridMultilevel"/>
    <w:tmpl w:val="96C0B28E"/>
    <w:lvl w:ilvl="0" w:tplc="132275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A0C93"/>
    <w:multiLevelType w:val="hybridMultilevel"/>
    <w:tmpl w:val="4074EEA0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30607F"/>
    <w:multiLevelType w:val="hybridMultilevel"/>
    <w:tmpl w:val="B8A4E6A8"/>
    <w:lvl w:ilvl="0" w:tplc="74F2F82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F4E9E"/>
    <w:multiLevelType w:val="multilevel"/>
    <w:tmpl w:val="5A4A3830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ind w:left="680" w:hanging="340"/>
      </w:pPr>
      <w:rPr>
        <w:rFonts w:ascii="Calibri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8AC5893"/>
    <w:multiLevelType w:val="hybridMultilevel"/>
    <w:tmpl w:val="751C38A8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596E47"/>
    <w:multiLevelType w:val="hybridMultilevel"/>
    <w:tmpl w:val="4FAE4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D593C"/>
    <w:multiLevelType w:val="hybridMultilevel"/>
    <w:tmpl w:val="2E9C9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FF2D67"/>
    <w:multiLevelType w:val="hybridMultilevel"/>
    <w:tmpl w:val="0B3426EC"/>
    <w:lvl w:ilvl="0" w:tplc="84DE9A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938E2"/>
    <w:multiLevelType w:val="hybridMultilevel"/>
    <w:tmpl w:val="C97AEA68"/>
    <w:lvl w:ilvl="0" w:tplc="44A86CD0">
      <w:start w:val="1"/>
      <w:numFmt w:val="bullet"/>
      <w:lvlText w:val=""/>
      <w:lvlJc w:val="left"/>
      <w:pPr>
        <w:tabs>
          <w:tab w:val="num" w:pos="442"/>
        </w:tabs>
        <w:ind w:left="442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2"/>
        </w:tabs>
        <w:ind w:left="18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2"/>
        </w:tabs>
        <w:ind w:left="26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2"/>
        </w:tabs>
        <w:ind w:left="40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2"/>
        </w:tabs>
        <w:ind w:left="47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2"/>
        </w:tabs>
        <w:ind w:left="54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</w:abstractNum>
  <w:abstractNum w:abstractNumId="24" w15:restartNumberingAfterBreak="0">
    <w:nsid w:val="4F9A0DF5"/>
    <w:multiLevelType w:val="hybridMultilevel"/>
    <w:tmpl w:val="9536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A7B4E"/>
    <w:multiLevelType w:val="hybridMultilevel"/>
    <w:tmpl w:val="26B8E0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7182C"/>
    <w:multiLevelType w:val="hybridMultilevel"/>
    <w:tmpl w:val="21B8F292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B536F86"/>
    <w:multiLevelType w:val="hybridMultilevel"/>
    <w:tmpl w:val="85FE01AE"/>
    <w:lvl w:ilvl="0" w:tplc="1322758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A241FA"/>
    <w:multiLevelType w:val="hybridMultilevel"/>
    <w:tmpl w:val="06C05D7C"/>
    <w:lvl w:ilvl="0" w:tplc="CE24F3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C2135"/>
    <w:multiLevelType w:val="hybridMultilevel"/>
    <w:tmpl w:val="662896DA"/>
    <w:lvl w:ilvl="0" w:tplc="3B524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20"/>
  </w:num>
  <w:num w:numId="4">
    <w:abstractNumId w:val="22"/>
  </w:num>
  <w:num w:numId="5">
    <w:abstractNumId w:val="6"/>
  </w:num>
  <w:num w:numId="6">
    <w:abstractNumId w:val="4"/>
  </w:num>
  <w:num w:numId="7">
    <w:abstractNumId w:val="15"/>
  </w:num>
  <w:num w:numId="8">
    <w:abstractNumId w:val="8"/>
  </w:num>
  <w:num w:numId="9">
    <w:abstractNumId w:val="28"/>
  </w:num>
  <w:num w:numId="10">
    <w:abstractNumId w:val="14"/>
  </w:num>
  <w:num w:numId="11">
    <w:abstractNumId w:val="16"/>
  </w:num>
  <w:num w:numId="12">
    <w:abstractNumId w:val="21"/>
  </w:num>
  <w:num w:numId="13">
    <w:abstractNumId w:val="5"/>
  </w:num>
  <w:num w:numId="14">
    <w:abstractNumId w:val="3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0"/>
  </w:num>
  <w:num w:numId="18">
    <w:abstractNumId w:val="24"/>
  </w:num>
  <w:num w:numId="19">
    <w:abstractNumId w:val="12"/>
  </w:num>
  <w:num w:numId="20">
    <w:abstractNumId w:val="2"/>
  </w:num>
  <w:num w:numId="21">
    <w:abstractNumId w:val="23"/>
  </w:num>
  <w:num w:numId="22">
    <w:abstractNumId w:val="25"/>
  </w:num>
  <w:num w:numId="23">
    <w:abstractNumId w:val="26"/>
  </w:num>
  <w:num w:numId="24">
    <w:abstractNumId w:val="13"/>
  </w:num>
  <w:num w:numId="25">
    <w:abstractNumId w:val="29"/>
  </w:num>
  <w:num w:numId="26">
    <w:abstractNumId w:val="27"/>
  </w:num>
  <w:num w:numId="27">
    <w:abstractNumId w:val="1"/>
  </w:num>
  <w:num w:numId="28">
    <w:abstractNumId w:val="0"/>
  </w:num>
  <w:num w:numId="29">
    <w:abstractNumId w:val="7"/>
  </w:num>
  <w:num w:numId="30">
    <w:abstractNumId w:val="1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39D"/>
    <w:rsid w:val="00000F94"/>
    <w:rsid w:val="00006A39"/>
    <w:rsid w:val="00007855"/>
    <w:rsid w:val="000206BC"/>
    <w:rsid w:val="00045E48"/>
    <w:rsid w:val="00065DA0"/>
    <w:rsid w:val="0008623D"/>
    <w:rsid w:val="00092483"/>
    <w:rsid w:val="000A1834"/>
    <w:rsid w:val="000C139D"/>
    <w:rsid w:val="000C356A"/>
    <w:rsid w:val="000C6638"/>
    <w:rsid w:val="000D0D0A"/>
    <w:rsid w:val="000D6E35"/>
    <w:rsid w:val="000F7D72"/>
    <w:rsid w:val="00101FDB"/>
    <w:rsid w:val="0014339D"/>
    <w:rsid w:val="00160DF4"/>
    <w:rsid w:val="001645E2"/>
    <w:rsid w:val="001812A7"/>
    <w:rsid w:val="00184FBA"/>
    <w:rsid w:val="001851BA"/>
    <w:rsid w:val="001868B6"/>
    <w:rsid w:val="001A01A0"/>
    <w:rsid w:val="001A12B6"/>
    <w:rsid w:val="001A61D9"/>
    <w:rsid w:val="001B678D"/>
    <w:rsid w:val="001C6FDB"/>
    <w:rsid w:val="001C7169"/>
    <w:rsid w:val="001D7B14"/>
    <w:rsid w:val="001E35CC"/>
    <w:rsid w:val="002207F2"/>
    <w:rsid w:val="00224DE6"/>
    <w:rsid w:val="00240EE3"/>
    <w:rsid w:val="00244739"/>
    <w:rsid w:val="00267104"/>
    <w:rsid w:val="002700E6"/>
    <w:rsid w:val="002775EC"/>
    <w:rsid w:val="00282658"/>
    <w:rsid w:val="00283C03"/>
    <w:rsid w:val="0029580F"/>
    <w:rsid w:val="002B6D64"/>
    <w:rsid w:val="002E683E"/>
    <w:rsid w:val="002F151B"/>
    <w:rsid w:val="00305097"/>
    <w:rsid w:val="00316543"/>
    <w:rsid w:val="00321E97"/>
    <w:rsid w:val="00330639"/>
    <w:rsid w:val="00345570"/>
    <w:rsid w:val="003476C5"/>
    <w:rsid w:val="00367BE2"/>
    <w:rsid w:val="00370368"/>
    <w:rsid w:val="003815BE"/>
    <w:rsid w:val="00387129"/>
    <w:rsid w:val="003A72E6"/>
    <w:rsid w:val="003C3665"/>
    <w:rsid w:val="003D0109"/>
    <w:rsid w:val="003E0DC6"/>
    <w:rsid w:val="003E39EE"/>
    <w:rsid w:val="0041142C"/>
    <w:rsid w:val="004307A8"/>
    <w:rsid w:val="0043087C"/>
    <w:rsid w:val="00463050"/>
    <w:rsid w:val="004725C0"/>
    <w:rsid w:val="00477200"/>
    <w:rsid w:val="004A0408"/>
    <w:rsid w:val="004B3070"/>
    <w:rsid w:val="004C59FF"/>
    <w:rsid w:val="004D01B3"/>
    <w:rsid w:val="004E3ADA"/>
    <w:rsid w:val="004E5A4D"/>
    <w:rsid w:val="004F0208"/>
    <w:rsid w:val="004F58AF"/>
    <w:rsid w:val="0051129D"/>
    <w:rsid w:val="005364CE"/>
    <w:rsid w:val="00540B5C"/>
    <w:rsid w:val="00541C44"/>
    <w:rsid w:val="00547FF7"/>
    <w:rsid w:val="00552B11"/>
    <w:rsid w:val="00563C2D"/>
    <w:rsid w:val="00584475"/>
    <w:rsid w:val="005A4E66"/>
    <w:rsid w:val="005B11CE"/>
    <w:rsid w:val="005B722F"/>
    <w:rsid w:val="005C50FA"/>
    <w:rsid w:val="005E2853"/>
    <w:rsid w:val="005F1A37"/>
    <w:rsid w:val="006220B5"/>
    <w:rsid w:val="0062525F"/>
    <w:rsid w:val="00633A5D"/>
    <w:rsid w:val="00647F16"/>
    <w:rsid w:val="006A2AB7"/>
    <w:rsid w:val="006A64FF"/>
    <w:rsid w:val="006B062B"/>
    <w:rsid w:val="006C3860"/>
    <w:rsid w:val="006C7A51"/>
    <w:rsid w:val="006D095F"/>
    <w:rsid w:val="006D2B88"/>
    <w:rsid w:val="006F4874"/>
    <w:rsid w:val="00705D29"/>
    <w:rsid w:val="0071679C"/>
    <w:rsid w:val="00735460"/>
    <w:rsid w:val="00736CCD"/>
    <w:rsid w:val="00740E48"/>
    <w:rsid w:val="00771F77"/>
    <w:rsid w:val="00774470"/>
    <w:rsid w:val="00784FF6"/>
    <w:rsid w:val="00787359"/>
    <w:rsid w:val="007B0901"/>
    <w:rsid w:val="007B0C46"/>
    <w:rsid w:val="007B16B8"/>
    <w:rsid w:val="007D2DB1"/>
    <w:rsid w:val="007E410B"/>
    <w:rsid w:val="0080169F"/>
    <w:rsid w:val="00815EC3"/>
    <w:rsid w:val="00825F5A"/>
    <w:rsid w:val="00831616"/>
    <w:rsid w:val="00850966"/>
    <w:rsid w:val="00893903"/>
    <w:rsid w:val="00893E15"/>
    <w:rsid w:val="008A444D"/>
    <w:rsid w:val="008B163D"/>
    <w:rsid w:val="008B22CD"/>
    <w:rsid w:val="008B40AC"/>
    <w:rsid w:val="008B40CA"/>
    <w:rsid w:val="008C0B22"/>
    <w:rsid w:val="008C3006"/>
    <w:rsid w:val="008D0908"/>
    <w:rsid w:val="008D650D"/>
    <w:rsid w:val="00964C28"/>
    <w:rsid w:val="00972525"/>
    <w:rsid w:val="009740A3"/>
    <w:rsid w:val="00977C00"/>
    <w:rsid w:val="00980988"/>
    <w:rsid w:val="00985453"/>
    <w:rsid w:val="00987729"/>
    <w:rsid w:val="00994E73"/>
    <w:rsid w:val="009A2C29"/>
    <w:rsid w:val="009B7F8C"/>
    <w:rsid w:val="009E09E0"/>
    <w:rsid w:val="009F2913"/>
    <w:rsid w:val="00A00A1D"/>
    <w:rsid w:val="00A31F57"/>
    <w:rsid w:val="00A52BB8"/>
    <w:rsid w:val="00A70685"/>
    <w:rsid w:val="00A73F7E"/>
    <w:rsid w:val="00A90DBA"/>
    <w:rsid w:val="00A960B4"/>
    <w:rsid w:val="00AA0929"/>
    <w:rsid w:val="00AB4F32"/>
    <w:rsid w:val="00AE2205"/>
    <w:rsid w:val="00B02C2E"/>
    <w:rsid w:val="00B0362B"/>
    <w:rsid w:val="00B10297"/>
    <w:rsid w:val="00B11F8E"/>
    <w:rsid w:val="00B21206"/>
    <w:rsid w:val="00B337E8"/>
    <w:rsid w:val="00B33C1A"/>
    <w:rsid w:val="00B6051F"/>
    <w:rsid w:val="00B60D10"/>
    <w:rsid w:val="00B748B8"/>
    <w:rsid w:val="00B93D71"/>
    <w:rsid w:val="00BA06BA"/>
    <w:rsid w:val="00BA672B"/>
    <w:rsid w:val="00BE0DB5"/>
    <w:rsid w:val="00BF714C"/>
    <w:rsid w:val="00C0221F"/>
    <w:rsid w:val="00C10FBA"/>
    <w:rsid w:val="00C50330"/>
    <w:rsid w:val="00C62791"/>
    <w:rsid w:val="00C85D1E"/>
    <w:rsid w:val="00C9324D"/>
    <w:rsid w:val="00C96CAE"/>
    <w:rsid w:val="00CA26D3"/>
    <w:rsid w:val="00CB5F6A"/>
    <w:rsid w:val="00CE5CAA"/>
    <w:rsid w:val="00CF75D0"/>
    <w:rsid w:val="00D11119"/>
    <w:rsid w:val="00D17E38"/>
    <w:rsid w:val="00D57B41"/>
    <w:rsid w:val="00D72D3B"/>
    <w:rsid w:val="00D83615"/>
    <w:rsid w:val="00D852FB"/>
    <w:rsid w:val="00DA149E"/>
    <w:rsid w:val="00DB6F59"/>
    <w:rsid w:val="00DF4A16"/>
    <w:rsid w:val="00E14163"/>
    <w:rsid w:val="00E21531"/>
    <w:rsid w:val="00E3739C"/>
    <w:rsid w:val="00E5513B"/>
    <w:rsid w:val="00E56F67"/>
    <w:rsid w:val="00E57E10"/>
    <w:rsid w:val="00E62EF0"/>
    <w:rsid w:val="00E67B58"/>
    <w:rsid w:val="00E80D17"/>
    <w:rsid w:val="00E81AFF"/>
    <w:rsid w:val="00E9599E"/>
    <w:rsid w:val="00EA2680"/>
    <w:rsid w:val="00EA72DE"/>
    <w:rsid w:val="00EB0E8E"/>
    <w:rsid w:val="00EB770D"/>
    <w:rsid w:val="00EC7D03"/>
    <w:rsid w:val="00ED1530"/>
    <w:rsid w:val="00F13858"/>
    <w:rsid w:val="00F21EFB"/>
    <w:rsid w:val="00F412C2"/>
    <w:rsid w:val="00F56ECD"/>
    <w:rsid w:val="00F754E2"/>
    <w:rsid w:val="00F87B6E"/>
    <w:rsid w:val="00FB679C"/>
    <w:rsid w:val="00FD181A"/>
    <w:rsid w:val="00FF35B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34351"/>
  <w15:chartTrackingRefBased/>
  <w15:docId w15:val="{6E1744F9-4118-493C-A8CD-ED8A27FD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3D"/>
    <w:pPr>
      <w:spacing w:after="200" w:line="276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E215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02C2E"/>
    <w:rPr>
      <w:color w:val="0000FF"/>
      <w:u w:val="single"/>
    </w:rPr>
  </w:style>
  <w:style w:type="table" w:styleId="Tabela-Siatka">
    <w:name w:val="Table Grid"/>
    <w:basedOn w:val="Standardowy"/>
    <w:rsid w:val="0028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E21531"/>
    <w:rPr>
      <w:b/>
      <w:bCs/>
      <w:i/>
      <w:iCs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E215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2153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81AFF"/>
    <w:pPr>
      <w:ind w:left="720"/>
      <w:contextualSpacing/>
    </w:pPr>
  </w:style>
  <w:style w:type="paragraph" w:customStyle="1" w:styleId="normaltableau">
    <w:name w:val="normal_tableau"/>
    <w:basedOn w:val="Normalny"/>
    <w:rsid w:val="001851B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Default">
    <w:name w:val="Default"/>
    <w:rsid w:val="00B11F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mek\Moje%20dokumenty\szablony%20wup\2011_07_10%20szablony%20wup\wu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wup</Template>
  <TotalTime>62</TotalTime>
  <Pages>2</Pages>
  <Words>563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Elżbieta Ślemp</cp:lastModifiedBy>
  <cp:revision>16</cp:revision>
  <cp:lastPrinted>2021-06-15T11:21:00Z</cp:lastPrinted>
  <dcterms:created xsi:type="dcterms:W3CDTF">2021-06-16T08:16:00Z</dcterms:created>
  <dcterms:modified xsi:type="dcterms:W3CDTF">2025-12-03T09:06:00Z</dcterms:modified>
</cp:coreProperties>
</file>